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13FE" w:rsidRPr="00A66A8E" w:rsidRDefault="002C13FE" w:rsidP="002C13FE">
      <w:pPr>
        <w:sectPr w:rsidR="002C13FE" w:rsidRPr="00A66A8E" w:rsidSect="002C13FE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 w:code="9"/>
          <w:pgMar w:top="1701" w:right="1418" w:bottom="1418" w:left="1418" w:header="851" w:footer="567" w:gutter="0"/>
          <w:cols w:space="708"/>
          <w:titlePg/>
          <w:docGrid w:linePitch="360"/>
        </w:sectPr>
      </w:pPr>
    </w:p>
    <w:p w:rsidR="00A66A8E" w:rsidRPr="00350F07" w:rsidRDefault="00F66CB7" w:rsidP="00F66CB7">
      <w:pPr>
        <w:pBdr>
          <w:top w:val="single" w:sz="6" w:space="1" w:color="auto"/>
          <w:bottom w:val="single" w:sz="6" w:space="1" w:color="auto"/>
        </w:pBdr>
        <w:spacing w:before="240" w:after="240"/>
        <w:jc w:val="center"/>
        <w:rPr>
          <w:rFonts w:asciiTheme="majorHAnsi" w:hAnsiTheme="majorHAnsi" w:cstheme="majorHAnsi"/>
          <w:b/>
          <w:bCs/>
          <w:spacing w:val="20"/>
        </w:rPr>
      </w:pPr>
      <w:bookmarkStart w:id="0" w:name="_Toc13313838"/>
      <w:r>
        <w:rPr>
          <w:rFonts w:asciiTheme="majorHAnsi" w:hAnsiTheme="majorHAnsi" w:cstheme="majorHAnsi"/>
          <w:b/>
          <w:bCs/>
          <w:spacing w:val="20"/>
        </w:rPr>
        <w:t>KÖZLEMÉNY</w:t>
      </w:r>
    </w:p>
    <w:bookmarkEnd w:id="0"/>
    <w:p w:rsidR="00F66CB7" w:rsidRDefault="00F66CB7" w:rsidP="00F3052E">
      <w:pPr>
        <w:pStyle w:val="Nincstrkz"/>
        <w:tabs>
          <w:tab w:val="left" w:pos="5883"/>
        </w:tabs>
        <w:spacing w:before="480" w:after="480" w:line="276" w:lineRule="auto"/>
        <w:jc w:val="center"/>
        <w:rPr>
          <w:rFonts w:asciiTheme="majorHAnsi" w:hAnsiTheme="majorHAnsi" w:cstheme="majorHAnsi"/>
          <w:b/>
          <w:bCs/>
        </w:rPr>
      </w:pPr>
      <w:proofErr w:type="gramStart"/>
      <w:r>
        <w:rPr>
          <w:b/>
          <w:bCs/>
          <w:sz w:val="23"/>
          <w:szCs w:val="23"/>
        </w:rPr>
        <w:t>a</w:t>
      </w:r>
      <w:proofErr w:type="gramEnd"/>
      <w:r>
        <w:rPr>
          <w:b/>
          <w:bCs/>
          <w:sz w:val="23"/>
          <w:szCs w:val="23"/>
        </w:rPr>
        <w:t xml:space="preserve"> felszámolók névjegyzékére vonatkozó változásokról</w:t>
      </w:r>
    </w:p>
    <w:p w:rsidR="00F66CB7" w:rsidRPr="00F66CB7" w:rsidRDefault="00F66CB7" w:rsidP="00F3052E">
      <w:pPr>
        <w:pStyle w:val="Nincstrkz"/>
        <w:tabs>
          <w:tab w:val="left" w:pos="5883"/>
        </w:tabs>
        <w:spacing w:after="240" w:line="276" w:lineRule="auto"/>
      </w:pPr>
      <w:r w:rsidRPr="00F66CB7">
        <w:t>A Szabályozott Tevékenységek Felügyeleti Hatósága a felszámolók névjegyzékéről szóló 14/2021. (X.29.) SZTFH rendelet 4. § (3) bekezdés</w:t>
      </w:r>
      <w:r w:rsidR="00C411F4">
        <w:t>ében foglaltak</w:t>
      </w:r>
      <w:r w:rsidRPr="00F66CB7">
        <w:t xml:space="preserve"> alapján a felszámolók névjegyzékére vonatkozó következő változásokat teszi közzé. </w:t>
      </w:r>
    </w:p>
    <w:p w:rsidR="005D63ED" w:rsidRDefault="00F3052E" w:rsidP="000D2C33">
      <w:pPr>
        <w:pStyle w:val="Nincstrkz"/>
        <w:tabs>
          <w:tab w:val="left" w:pos="5883"/>
        </w:tabs>
        <w:spacing w:after="360" w:line="276" w:lineRule="auto"/>
        <w:rPr>
          <w:rFonts w:asciiTheme="majorHAnsi" w:hAnsiTheme="majorHAnsi" w:cstheme="majorHAnsi"/>
          <w:b/>
          <w:bCs/>
        </w:rPr>
      </w:pPr>
      <w:r w:rsidRPr="00F3052E">
        <w:rPr>
          <w:rFonts w:asciiTheme="majorHAnsi" w:hAnsiTheme="majorHAnsi" w:cstheme="majorHAnsi"/>
          <w:b/>
          <w:bCs/>
        </w:rPr>
        <w:t xml:space="preserve">A csődeljárásról és a </w:t>
      </w:r>
      <w:r w:rsidRPr="00F3052E">
        <w:rPr>
          <w:b/>
        </w:rPr>
        <w:t>felszámolási</w:t>
      </w:r>
      <w:r w:rsidRPr="00F3052E">
        <w:rPr>
          <w:rFonts w:asciiTheme="majorHAnsi" w:hAnsiTheme="majorHAnsi" w:cstheme="majorHAnsi"/>
          <w:b/>
          <w:bCs/>
        </w:rPr>
        <w:t xml:space="preserve"> eljárásról szóló 1991. évi XLIX. törvény 27/A. § (6a) bekezdése alapján vezetett hatósági nyilvántartásból törölve:</w:t>
      </w:r>
      <w:r w:rsidR="005D63ED" w:rsidRPr="00F3052E">
        <w:rPr>
          <w:rFonts w:asciiTheme="majorHAnsi" w:hAnsiTheme="majorHAnsi" w:cstheme="majorHAnsi"/>
          <w:b/>
          <w:bCs/>
        </w:rPr>
        <w:t xml:space="preserve"> </w:t>
      </w:r>
    </w:p>
    <w:tbl>
      <w:tblPr>
        <w:tblStyle w:val="Vilgoslista6jellszn"/>
        <w:tblW w:w="4909" w:type="pct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72"/>
        <w:gridCol w:w="6815"/>
      </w:tblGrid>
      <w:tr w:rsidR="00F3052E" w:rsidRPr="00F3052E" w:rsidTr="00F305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E7E6E6" w:themeFill="background2"/>
            <w:vAlign w:val="center"/>
          </w:tcPr>
          <w:p w:rsidR="00F3052E" w:rsidRPr="00F3052E" w:rsidRDefault="00F3052E" w:rsidP="00464FAD">
            <w:pPr>
              <w:autoSpaceDE w:val="0"/>
              <w:autoSpaceDN w:val="0"/>
              <w:adjustRightInd w:val="0"/>
            </w:pPr>
            <w:r w:rsidRPr="00F3052E">
              <w:t>Felszámoló:</w:t>
            </w:r>
          </w:p>
        </w:tc>
        <w:tc>
          <w:tcPr>
            <w:tcW w:w="3834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F3052E" w:rsidRPr="00F3052E" w:rsidRDefault="00475509" w:rsidP="00C60CA3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G</w:t>
            </w:r>
            <w:r w:rsidR="00C60CA3">
              <w:rPr>
                <w:b/>
              </w:rPr>
              <w:t xml:space="preserve">ORDIUS CONSULTING </w:t>
            </w:r>
            <w:proofErr w:type="spellStart"/>
            <w:r w:rsidR="00C60CA3">
              <w:rPr>
                <w:b/>
              </w:rPr>
              <w:t>Gazdasági-Pénzügyi</w:t>
            </w:r>
            <w:proofErr w:type="spellEnd"/>
            <w:r w:rsidR="00C60CA3">
              <w:rPr>
                <w:b/>
              </w:rPr>
              <w:t xml:space="preserve"> Tanácsadó és Vagyonértékelő Zártkörűen Működő Részvénytársaság</w:t>
            </w:r>
          </w:p>
        </w:tc>
      </w:tr>
      <w:tr w:rsidR="00F3052E" w:rsidRPr="00F3052E" w:rsidTr="00F3052E">
        <w:trPr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6" w:type="pct"/>
            <w:tcBorders>
              <w:left w:val="none" w:sz="0" w:space="0" w:color="auto"/>
              <w:right w:val="none" w:sz="0" w:space="0" w:color="auto"/>
            </w:tcBorders>
            <w:shd w:val="clear" w:color="auto" w:fill="E7E6E6" w:themeFill="background2"/>
            <w:vAlign w:val="center"/>
          </w:tcPr>
          <w:p w:rsidR="00F3052E" w:rsidRPr="00F3052E" w:rsidRDefault="00F3052E" w:rsidP="00F3052E">
            <w:pPr>
              <w:autoSpaceDE w:val="0"/>
              <w:autoSpaceDN w:val="0"/>
              <w:adjustRightInd w:val="0"/>
            </w:pPr>
            <w:r w:rsidRPr="00F3052E">
              <w:t>Cégjegyzékszám:</w:t>
            </w:r>
          </w:p>
        </w:tc>
        <w:tc>
          <w:tcPr>
            <w:tcW w:w="3834" w:type="pct"/>
            <w:vAlign w:val="center"/>
          </w:tcPr>
          <w:p w:rsidR="00F3052E" w:rsidRPr="00F3052E" w:rsidRDefault="00036C11" w:rsidP="00C60CA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01-10-04</w:t>
            </w:r>
            <w:r w:rsidR="00C60CA3">
              <w:rPr>
                <w:b/>
              </w:rPr>
              <w:t>2573</w:t>
            </w:r>
          </w:p>
        </w:tc>
      </w:tr>
      <w:tr w:rsidR="00F3052E" w:rsidRPr="00F3052E" w:rsidTr="00F305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E7E6E6" w:themeFill="background2"/>
            <w:vAlign w:val="center"/>
          </w:tcPr>
          <w:p w:rsidR="00F3052E" w:rsidRPr="00F3052E" w:rsidRDefault="00F3052E" w:rsidP="00F3052E">
            <w:pPr>
              <w:autoSpaceDE w:val="0"/>
              <w:autoSpaceDN w:val="0"/>
              <w:adjustRightInd w:val="0"/>
            </w:pPr>
            <w:r w:rsidRPr="00F3052E">
              <w:t>Székhely:</w:t>
            </w:r>
          </w:p>
        </w:tc>
        <w:tc>
          <w:tcPr>
            <w:tcW w:w="3834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F3052E" w:rsidRPr="00F3052E" w:rsidRDefault="00036C11" w:rsidP="00036C11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1143 B</w:t>
            </w:r>
            <w:r w:rsidR="00C60CA3">
              <w:rPr>
                <w:b/>
              </w:rPr>
              <w:t xml:space="preserve">udapest, Besnyői utca 13. </w:t>
            </w:r>
          </w:p>
        </w:tc>
      </w:tr>
    </w:tbl>
    <w:p w:rsidR="00F3052E" w:rsidRPr="00F3052E" w:rsidRDefault="00F3052E" w:rsidP="00F3052E">
      <w:pPr>
        <w:pStyle w:val="Nincstrkz"/>
        <w:tabs>
          <w:tab w:val="left" w:pos="5883"/>
        </w:tabs>
        <w:spacing w:after="120" w:line="276" w:lineRule="auto"/>
        <w:rPr>
          <w:rFonts w:asciiTheme="majorHAnsi" w:hAnsiTheme="majorHAnsi" w:cstheme="majorHAnsi"/>
          <w:b/>
          <w:bCs/>
        </w:rPr>
      </w:pPr>
    </w:p>
    <w:p w:rsidR="00E25237" w:rsidRPr="00F3052E" w:rsidRDefault="00F3052E" w:rsidP="00EB05A4">
      <w:pPr>
        <w:autoSpaceDE w:val="0"/>
        <w:autoSpaceDN w:val="0"/>
        <w:adjustRightInd w:val="0"/>
        <w:spacing w:before="360" w:after="240" w:line="240" w:lineRule="auto"/>
        <w:jc w:val="left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</w:rPr>
        <w:t xml:space="preserve">A változás időpontja: </w:t>
      </w:r>
      <w:sdt>
        <w:sdtPr>
          <w:rPr>
            <w:rFonts w:asciiTheme="majorHAnsi" w:hAnsiTheme="majorHAnsi" w:cstheme="majorHAnsi"/>
            <w:b/>
          </w:rPr>
          <w:alias w:val="Keltezés"/>
          <w:tag w:val="Keltezés"/>
          <w:id w:val="-1544515526"/>
          <w:placeholder>
            <w:docPart w:val="F4ACEC019A6F420AB5948563071A4AFB"/>
          </w:placeholder>
          <w:date w:fullDate="2022-08-13T00:00:00Z">
            <w:dateFormat w:val="yyyy. MMMM d."/>
            <w:lid w:val="hu-HU"/>
            <w:storeMappedDataAs w:val="dateTime"/>
            <w:calendar w:val="gregorian"/>
          </w:date>
        </w:sdtPr>
        <w:sdtEndPr/>
        <w:sdtContent>
          <w:r w:rsidR="00C60CA3">
            <w:rPr>
              <w:rFonts w:asciiTheme="majorHAnsi" w:hAnsiTheme="majorHAnsi" w:cstheme="majorHAnsi"/>
              <w:b/>
            </w:rPr>
            <w:t>2022. augusztus 13.</w:t>
          </w:r>
        </w:sdtContent>
      </w:sdt>
      <w:bookmarkStart w:id="1" w:name="_GoBack"/>
      <w:bookmarkEnd w:id="1"/>
    </w:p>
    <w:sectPr w:rsidR="00E25237" w:rsidRPr="00F3052E" w:rsidSect="00B7549B">
      <w:headerReference w:type="default" r:id="rId17"/>
      <w:type w:val="continuous"/>
      <w:pgSz w:w="11906" w:h="16838" w:code="9"/>
      <w:pgMar w:top="1417" w:right="1417" w:bottom="1417" w:left="1417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6C11" w:rsidRDefault="00036C11" w:rsidP="00815FE8">
      <w:pPr>
        <w:spacing w:after="0" w:line="240" w:lineRule="auto"/>
      </w:pPr>
      <w:r>
        <w:separator/>
      </w:r>
    </w:p>
  </w:endnote>
  <w:endnote w:type="continuationSeparator" w:id="0">
    <w:p w:rsidR="00036C11" w:rsidRDefault="00036C11" w:rsidP="00815F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avid CLM">
    <w:panose1 w:val="00000000000000000000"/>
    <w:charset w:val="B1"/>
    <w:family w:val="modern"/>
    <w:notTrueType/>
    <w:pitch w:val="variable"/>
    <w:sig w:usb0="80000843" w:usb1="50002842" w:usb2="00000000" w:usb3="00000000" w:csb0="0000002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24FB" w:rsidRDefault="00C124FB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13FE" w:rsidRPr="00505F8F" w:rsidRDefault="002C13FE" w:rsidP="00E41FB1">
    <w:pPr>
      <w:pStyle w:val="llb"/>
      <w:pBdr>
        <w:top w:val="dotted" w:sz="4" w:space="1" w:color="auto"/>
      </w:pBdr>
      <w:spacing w:after="120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 w:rsidR="00F3052E">
      <w:rPr>
        <w:noProof/>
      </w:rPr>
      <w:t>2</w:t>
    </w:r>
    <w:r>
      <w:fldChar w:fldCharType="end"/>
    </w:r>
    <w:r>
      <w:t>/</w:t>
    </w:r>
    <w:r>
      <w:rPr>
        <w:noProof/>
      </w:rPr>
      <w:fldChar w:fldCharType="begin"/>
    </w:r>
    <w:r>
      <w:rPr>
        <w:noProof/>
      </w:rPr>
      <w:instrText xml:space="preserve"> NUMPAGES   \* MERGEFORMAT </w:instrText>
    </w:r>
    <w:r>
      <w:rPr>
        <w:noProof/>
      </w:rPr>
      <w:fldChar w:fldCharType="separate"/>
    </w:r>
    <w:r w:rsidR="00036C11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hAnsiTheme="majorHAnsi" w:cstheme="majorHAnsi"/>
      </w:rPr>
      <w:id w:val="-610658300"/>
      <w:docPartObj>
        <w:docPartGallery w:val="Page Numbers (Bottom of Page)"/>
        <w:docPartUnique/>
      </w:docPartObj>
    </w:sdtPr>
    <w:sdtEndPr/>
    <w:sdtContent>
      <w:p w:rsidR="002C13FE" w:rsidRPr="00B0760C" w:rsidRDefault="002C13FE" w:rsidP="00A87277">
        <w:pPr>
          <w:pBdr>
            <w:top w:val="dotted" w:sz="6" w:space="1" w:color="222222"/>
          </w:pBdr>
          <w:tabs>
            <w:tab w:val="left" w:pos="3261"/>
            <w:tab w:val="left" w:pos="5245"/>
            <w:tab w:val="left" w:pos="7230"/>
          </w:tabs>
          <w:autoSpaceDE w:val="0"/>
          <w:autoSpaceDN w:val="0"/>
          <w:adjustRightInd w:val="0"/>
          <w:spacing w:after="0" w:line="240" w:lineRule="auto"/>
          <w:rPr>
            <w:rFonts w:asciiTheme="majorHAnsi" w:hAnsiTheme="majorHAnsi" w:cstheme="majorHAnsi"/>
            <w:color w:val="222222"/>
            <w:sz w:val="16"/>
            <w:szCs w:val="16"/>
          </w:rPr>
        </w:pPr>
        <w:r w:rsidRPr="00B0760C">
          <w:rPr>
            <w:rFonts w:asciiTheme="majorHAnsi" w:hAnsiTheme="majorHAnsi" w:cstheme="majorHAnsi"/>
            <w:color w:val="222222"/>
            <w:sz w:val="16"/>
            <w:szCs w:val="16"/>
          </w:rPr>
          <w:t xml:space="preserve">Székhely: </w:t>
        </w:r>
        <w:r w:rsidR="00C124FB" w:rsidRPr="00C124FB">
          <w:rPr>
            <w:rFonts w:asciiTheme="majorHAnsi" w:hAnsiTheme="majorHAnsi" w:cstheme="majorHAnsi"/>
            <w:b/>
            <w:color w:val="222222"/>
            <w:sz w:val="16"/>
            <w:szCs w:val="16"/>
          </w:rPr>
          <w:t>1123 Budapest, Alkotás utca 50.</w:t>
        </w:r>
        <w:r w:rsidRPr="00B0760C">
          <w:rPr>
            <w:rFonts w:asciiTheme="majorHAnsi" w:hAnsiTheme="majorHAnsi" w:cstheme="majorHAnsi"/>
            <w:color w:val="222222"/>
            <w:sz w:val="16"/>
            <w:szCs w:val="16"/>
          </w:rPr>
          <w:tab/>
          <w:t xml:space="preserve">Telefon: </w:t>
        </w:r>
        <w:r w:rsidRPr="00B0760C">
          <w:rPr>
            <w:rFonts w:asciiTheme="majorHAnsi" w:hAnsiTheme="majorHAnsi" w:cstheme="majorHAnsi"/>
            <w:b/>
            <w:color w:val="222222"/>
            <w:sz w:val="16"/>
            <w:szCs w:val="16"/>
          </w:rPr>
          <w:t>+36 (1) 550 2500</w:t>
        </w:r>
        <w:r w:rsidRPr="00B0760C">
          <w:rPr>
            <w:rFonts w:asciiTheme="majorHAnsi" w:hAnsiTheme="majorHAnsi" w:cstheme="majorHAnsi"/>
            <w:color w:val="222222"/>
            <w:sz w:val="16"/>
            <w:szCs w:val="16"/>
          </w:rPr>
          <w:tab/>
          <w:t xml:space="preserve">Email: </w:t>
        </w:r>
        <w:hyperlink r:id="rId1" w:history="1">
          <w:r w:rsidRPr="00B0760C">
            <w:rPr>
              <w:rStyle w:val="Hiperhivatkozs"/>
              <w:rFonts w:asciiTheme="majorHAnsi" w:hAnsiTheme="majorHAnsi" w:cstheme="majorHAnsi"/>
              <w:b/>
              <w:sz w:val="16"/>
              <w:szCs w:val="16"/>
            </w:rPr>
            <w:t>sztfh@sztfh.hu</w:t>
          </w:r>
        </w:hyperlink>
        <w:r w:rsidRPr="00B0760C">
          <w:rPr>
            <w:rFonts w:asciiTheme="majorHAnsi" w:hAnsiTheme="majorHAnsi" w:cstheme="majorHAnsi"/>
            <w:color w:val="222222"/>
            <w:sz w:val="16"/>
            <w:szCs w:val="16"/>
          </w:rPr>
          <w:t xml:space="preserve"> </w:t>
        </w:r>
        <w:r w:rsidRPr="00B0760C">
          <w:rPr>
            <w:rFonts w:asciiTheme="majorHAnsi" w:hAnsiTheme="majorHAnsi" w:cstheme="majorHAnsi"/>
            <w:color w:val="222222"/>
            <w:sz w:val="16"/>
            <w:szCs w:val="16"/>
          </w:rPr>
          <w:tab/>
          <w:t xml:space="preserve">Hivatali kapu: </w:t>
        </w:r>
        <w:r w:rsidRPr="00B0760C">
          <w:rPr>
            <w:rFonts w:asciiTheme="majorHAnsi" w:hAnsiTheme="majorHAnsi" w:cstheme="majorHAnsi"/>
            <w:b/>
            <w:color w:val="222222"/>
            <w:sz w:val="16"/>
            <w:szCs w:val="16"/>
          </w:rPr>
          <w:t>SZTFH</w:t>
        </w:r>
      </w:p>
      <w:p w:rsidR="002C13FE" w:rsidRPr="00B7549B" w:rsidRDefault="002C13FE" w:rsidP="00B7549B">
        <w:pPr>
          <w:pBdr>
            <w:top w:val="dotted" w:sz="6" w:space="1" w:color="222222"/>
          </w:pBdr>
          <w:tabs>
            <w:tab w:val="left" w:pos="3261"/>
            <w:tab w:val="left" w:pos="5245"/>
            <w:tab w:val="left" w:pos="7230"/>
            <w:tab w:val="right" w:pos="9070"/>
          </w:tabs>
          <w:autoSpaceDE w:val="0"/>
          <w:autoSpaceDN w:val="0"/>
          <w:adjustRightInd w:val="0"/>
          <w:spacing w:after="0" w:line="240" w:lineRule="auto"/>
          <w:rPr>
            <w:rFonts w:asciiTheme="majorHAnsi" w:hAnsiTheme="majorHAnsi" w:cstheme="majorHAnsi"/>
            <w:color w:val="222222"/>
            <w:sz w:val="16"/>
            <w:szCs w:val="16"/>
          </w:rPr>
        </w:pPr>
        <w:r w:rsidRPr="00B0760C">
          <w:rPr>
            <w:rFonts w:asciiTheme="majorHAnsi" w:hAnsiTheme="majorHAnsi" w:cstheme="majorHAnsi"/>
            <w:color w:val="222222"/>
            <w:sz w:val="16"/>
            <w:szCs w:val="16"/>
          </w:rPr>
          <w:t xml:space="preserve">Levelezési cím: </w:t>
        </w:r>
        <w:r w:rsidRPr="00B0760C">
          <w:rPr>
            <w:rFonts w:asciiTheme="majorHAnsi" w:hAnsiTheme="majorHAnsi" w:cstheme="majorHAnsi"/>
            <w:b/>
            <w:color w:val="222222"/>
            <w:sz w:val="16"/>
            <w:szCs w:val="16"/>
          </w:rPr>
          <w:t>1538 Budapest, Pf. 547.</w:t>
        </w:r>
        <w:r w:rsidRPr="00B0760C">
          <w:rPr>
            <w:rFonts w:asciiTheme="majorHAnsi" w:hAnsiTheme="majorHAnsi" w:cstheme="majorHAnsi"/>
            <w:color w:val="222222"/>
            <w:sz w:val="16"/>
            <w:szCs w:val="16"/>
          </w:rPr>
          <w:tab/>
          <w:t xml:space="preserve">Fax: </w:t>
        </w:r>
        <w:r w:rsidRPr="00B0760C">
          <w:rPr>
            <w:rFonts w:asciiTheme="majorHAnsi" w:hAnsiTheme="majorHAnsi" w:cstheme="majorHAnsi"/>
            <w:b/>
            <w:color w:val="222222"/>
            <w:sz w:val="16"/>
            <w:szCs w:val="16"/>
          </w:rPr>
          <w:t>+36 (1) 550 2495</w:t>
        </w:r>
        <w:r w:rsidRPr="00B0760C">
          <w:rPr>
            <w:rFonts w:asciiTheme="majorHAnsi" w:hAnsiTheme="majorHAnsi" w:cstheme="majorHAnsi"/>
            <w:color w:val="222222"/>
            <w:sz w:val="16"/>
            <w:szCs w:val="16"/>
          </w:rPr>
          <w:tab/>
          <w:t xml:space="preserve">Honlap: </w:t>
        </w:r>
        <w:hyperlink r:id="rId2" w:history="1">
          <w:r w:rsidRPr="00B0760C">
            <w:rPr>
              <w:rStyle w:val="Hiperhivatkozs"/>
              <w:rFonts w:asciiTheme="majorHAnsi" w:hAnsiTheme="majorHAnsi" w:cstheme="majorHAnsi"/>
              <w:b/>
              <w:sz w:val="16"/>
              <w:szCs w:val="16"/>
            </w:rPr>
            <w:t>www.sztfh.hu</w:t>
          </w:r>
        </w:hyperlink>
        <w:r w:rsidRPr="00B0760C">
          <w:rPr>
            <w:rFonts w:asciiTheme="majorHAnsi" w:hAnsiTheme="majorHAnsi" w:cstheme="majorHAnsi"/>
            <w:color w:val="222222"/>
            <w:sz w:val="16"/>
            <w:szCs w:val="16"/>
          </w:rPr>
          <w:tab/>
          <w:t xml:space="preserve">KRID: </w:t>
        </w:r>
        <w:r w:rsidRPr="00B0760C">
          <w:rPr>
            <w:rFonts w:asciiTheme="majorHAnsi" w:hAnsiTheme="majorHAnsi" w:cstheme="majorHAnsi"/>
            <w:b/>
            <w:color w:val="222222"/>
            <w:sz w:val="16"/>
            <w:szCs w:val="16"/>
          </w:rPr>
          <w:t>469506375</w:t>
        </w:r>
        <w:r>
          <w:rPr>
            <w:rFonts w:asciiTheme="majorHAnsi" w:hAnsiTheme="majorHAnsi" w:cstheme="majorHAnsi"/>
            <w:b/>
            <w:color w:val="222222"/>
            <w:sz w:val="16"/>
            <w:szCs w:val="16"/>
          </w:rPr>
          <w:tab/>
        </w:r>
        <w:r w:rsidRPr="00C21759">
          <w:rPr>
            <w:rFonts w:asciiTheme="majorHAnsi" w:hAnsiTheme="majorHAnsi" w:cstheme="majorHAnsi"/>
            <w:color w:val="222222"/>
            <w:sz w:val="16"/>
            <w:szCs w:val="16"/>
          </w:rPr>
          <w:t>v0</w:t>
        </w:r>
        <w:r w:rsidR="00C124FB">
          <w:rPr>
            <w:rFonts w:asciiTheme="majorHAnsi" w:hAnsiTheme="majorHAnsi" w:cstheme="majorHAnsi"/>
            <w:color w:val="222222"/>
            <w:sz w:val="16"/>
            <w:szCs w:val="16"/>
          </w:rPr>
          <w:t>2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6C11" w:rsidRDefault="00036C11" w:rsidP="00815FE8">
      <w:pPr>
        <w:spacing w:after="0" w:line="240" w:lineRule="auto"/>
      </w:pPr>
      <w:r>
        <w:separator/>
      </w:r>
    </w:p>
  </w:footnote>
  <w:footnote w:type="continuationSeparator" w:id="0">
    <w:p w:rsidR="00036C11" w:rsidRDefault="00036C11" w:rsidP="00815F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24FB" w:rsidRDefault="00C124FB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13FE" w:rsidRPr="001C7E0D" w:rsidRDefault="002C13FE" w:rsidP="00101C11">
    <w:pPr>
      <w:pStyle w:val="lfej"/>
      <w:tabs>
        <w:tab w:val="clear" w:pos="4536"/>
        <w:tab w:val="center" w:pos="4535"/>
        <w:tab w:val="left" w:pos="7403"/>
      </w:tabs>
      <w:rPr>
        <w:rFonts w:cs="Times New Roman"/>
        <w:sz w:val="20"/>
      </w:rPr>
    </w:pPr>
    <w:r w:rsidRPr="001C7E0D">
      <w:rPr>
        <w:rFonts w:cs="Times New Roman"/>
        <w:sz w:val="20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13FE" w:rsidRPr="00AA777F" w:rsidRDefault="002C13FE" w:rsidP="00272309">
    <w:pPr>
      <w:pStyle w:val="lfej"/>
      <w:ind w:left="2694"/>
      <w:jc w:val="left"/>
      <w:rPr>
        <w:rFonts w:ascii="Segoe UI" w:hAnsi="Segoe UI" w:cs="David CLM"/>
        <w:color w:val="00234F"/>
        <w:sz w:val="20"/>
        <w:szCs w:val="20"/>
      </w:rPr>
    </w:pPr>
    <w:r w:rsidRPr="00AA777F">
      <w:rPr>
        <w:rFonts w:cs="David CLM"/>
        <w:noProof/>
        <w:lang w:eastAsia="hu-HU"/>
      </w:rPr>
      <w:drawing>
        <wp:anchor distT="0" distB="0" distL="114300" distR="114300" simplePos="0" relativeHeight="251659264" behindDoc="1" locked="0" layoutInCell="1" allowOverlap="1" wp14:anchorId="02B8FAFE" wp14:editId="0D81A137">
          <wp:simplePos x="0" y="0"/>
          <wp:positionH relativeFrom="column">
            <wp:posOffset>-217170</wp:posOffset>
          </wp:positionH>
          <wp:positionV relativeFrom="paragraph">
            <wp:posOffset>-79375</wp:posOffset>
          </wp:positionV>
          <wp:extent cx="2062800" cy="698400"/>
          <wp:effectExtent l="0" t="0" r="0" b="0"/>
          <wp:wrapThrough wrapText="bothSides">
            <wp:wrapPolygon edited="0">
              <wp:start x="1995" y="5896"/>
              <wp:lineTo x="1995" y="14741"/>
              <wp:lineTo x="17756" y="14741"/>
              <wp:lineTo x="17756" y="5896"/>
              <wp:lineTo x="1995" y="5896"/>
            </wp:wrapPolygon>
          </wp:wrapThrough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62800" cy="698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A777F">
      <w:rPr>
        <w:rFonts w:ascii="Segoe UI" w:hAnsi="Segoe UI" w:cs="David CLM"/>
        <w:color w:val="00234F"/>
        <w:sz w:val="20"/>
        <w:szCs w:val="20"/>
      </w:rPr>
      <w:t xml:space="preserve">Szabályozott Tevékenységek </w:t>
    </w:r>
  </w:p>
  <w:p w:rsidR="002C13FE" w:rsidRDefault="002C13FE" w:rsidP="00272309">
    <w:pPr>
      <w:pStyle w:val="lfej"/>
      <w:ind w:left="2694"/>
      <w:jc w:val="left"/>
      <w:rPr>
        <w:rFonts w:ascii="Segoe UI" w:hAnsi="Segoe UI" w:cs="David CLM"/>
        <w:color w:val="00234F"/>
        <w:sz w:val="20"/>
        <w:szCs w:val="20"/>
      </w:rPr>
    </w:pPr>
    <w:r w:rsidRPr="00AA777F">
      <w:rPr>
        <w:rFonts w:ascii="Segoe UI" w:hAnsi="Segoe UI" w:cs="David CLM"/>
        <w:color w:val="00234F"/>
        <w:sz w:val="20"/>
        <w:szCs w:val="20"/>
      </w:rPr>
      <w:t>Felügyeleti Hatósága</w:t>
    </w:r>
  </w:p>
  <w:p w:rsidR="002C13FE" w:rsidRDefault="00475509" w:rsidP="00272309">
    <w:pPr>
      <w:pStyle w:val="lfej"/>
      <w:tabs>
        <w:tab w:val="clear" w:pos="4536"/>
        <w:tab w:val="clear" w:pos="9072"/>
        <w:tab w:val="left" w:pos="3845"/>
      </w:tabs>
      <w:ind w:left="2694"/>
      <w:jc w:val="left"/>
      <w:rPr>
        <w:rFonts w:ascii="Segoe UI" w:hAnsi="Segoe UI" w:cs="David CLM"/>
        <w:color w:val="00234F"/>
        <w:sz w:val="20"/>
        <w:szCs w:val="20"/>
      </w:rPr>
    </w:pPr>
    <w:sdt>
      <w:sdtPr>
        <w:rPr>
          <w:rFonts w:ascii="Segoe UI" w:hAnsi="Segoe UI" w:cs="David CLM"/>
          <w:color w:val="00234F"/>
          <w:sz w:val="20"/>
          <w:szCs w:val="20"/>
        </w:rPr>
        <w:alias w:val="Szervezeti egység I. szint"/>
        <w:tag w:val="Szervezeti egység I. szint"/>
        <w:id w:val="1231810397"/>
        <w:placeholder>
          <w:docPart w:val="F4ACEC019A6F420AB5948563071A4AFB"/>
        </w:placeholder>
        <w:dropDownList>
          <w:listItem w:value="Jelöljön ki egy elemet."/>
          <w:listItem w:displayText="Országos Bányakapitányság" w:value="Országos Bányakapitányság"/>
          <w:listItem w:displayText="Bányászati és Gázipari Főosztály" w:value="Bányászati és Gázipari Főosztály"/>
          <w:listItem w:displayText="Ásványvagyon és Adattári Főosztály" w:value="Ásványvagyon és Adattári Főosztály"/>
          <w:listItem w:displayText="Általános Jogi Osztály" w:value="Általános Jogi Osztály"/>
          <w:listItem w:displayText="Jogi Főosztály" w:value="Jogi Főosztály"/>
          <w:listItem w:displayText="Ellenőrzési Főosztály" w:value="Ellenőrzési Főosztály"/>
          <w:listItem w:displayText="Dohányügyi Igazgatóság" w:value="Dohányügyi Igazgatóság"/>
          <w:listItem w:displayText="Dohánykereskedelmi Főosztály" w:value="Dohánykereskedelmi Főosztály"/>
          <w:listItem w:displayText="Felszámolói és Végrehajtói Felügyeleti Igazgatóság" w:value="Felszámolói és Végrehajtói Felügyeleti Igazgatóság"/>
        </w:dropDownList>
      </w:sdtPr>
      <w:sdtEndPr/>
      <w:sdtContent>
        <w:r w:rsidR="00F66CB7">
          <w:rPr>
            <w:rFonts w:ascii="Segoe UI" w:hAnsi="Segoe UI" w:cs="David CLM"/>
            <w:color w:val="00234F"/>
            <w:sz w:val="20"/>
            <w:szCs w:val="20"/>
          </w:rPr>
          <w:t>Felszámolói és Végrehajtói Felügyeleti Igazgatóság</w:t>
        </w:r>
      </w:sdtContent>
    </w:sdt>
  </w:p>
  <w:sdt>
    <w:sdtPr>
      <w:rPr>
        <w:rFonts w:ascii="Segoe UI" w:hAnsi="Segoe UI" w:cs="David CLM"/>
        <w:color w:val="00234F"/>
        <w:sz w:val="20"/>
        <w:szCs w:val="20"/>
      </w:rPr>
      <w:alias w:val="Szervezeti egység II. szint"/>
      <w:tag w:val="Szervezeti egység II. szint"/>
      <w:id w:val="593280648"/>
      <w:placeholder>
        <w:docPart w:val="F4ACEC019A6F420AB5948563071A4AFB"/>
      </w:placeholder>
      <w:dropDownList>
        <w:listItem w:value="Jelöljön ki egy elemet."/>
        <w:listItem w:displayText="Bányászati és Koordinációs Osztály" w:value="Bányászati és Koordinációs Osztály"/>
        <w:listItem w:displayText="Budapesti Bányafelügyeleti Osztály" w:value="Budapesti Bányafelügyeleti Osztály"/>
        <w:listItem w:displayText="Miskolci Bányafelügyeleti Osztály" w:value="Miskolci Bányafelügyeleti Osztály"/>
        <w:listItem w:displayText="Pécsi Bányafelügyeleti Osztály" w:value="Pécsi Bányafelügyeleti Osztály"/>
        <w:listItem w:displayText="Szolnoki Bányafelügyeleti Osztály" w:value="Szolnoki Bányafelügyeleti Osztály"/>
        <w:listItem w:displayText="Veszprémi Bányafelügyeleti Osztály" w:value="Veszprémi Bányafelügyeleti Osztály"/>
        <w:listItem w:displayText="Ásványvagyon-nyilvántartási és Bányajáradék-bevételi Osztály" w:value="Ásványvagyon-nyilvántartási és Bányajáradék-bevételi Osztály"/>
        <w:listItem w:displayText="Adattári Osztály" w:value="Adattári Osztály"/>
        <w:listItem w:displayText="Szerencsejáték Engedélyezési és Eljárási Osztály" w:value="Szerencsejáték Engedélyezési és Eljárási Osztály"/>
        <w:listItem w:displayText="Ellenőrzési Osztály I." w:value="Ellenőrzési Osztály I."/>
        <w:listItem w:displayText="Ellenőrzési Osztály II." w:value="Ellenőrzési Osztály II."/>
        <w:listItem w:displayText="Dohánykereskedelmi Főosztály" w:value="Dohánykereskedelmi Főosztály"/>
        <w:listItem w:displayText="Dohányfelügyeleti Osztály" w:value="Dohányfelügyeleti Osztály"/>
        <w:listItem w:displayText="Hatósági és Igazgatási Osztály" w:value="Hatósági és Igazgatási Osztály"/>
        <w:listItem w:displayText="Felszámolói Névjegyzéket Vezető Főosztály" w:value="Felszámolói Névjegyzéket Vezető Főosztály"/>
        <w:listItem w:displayText="Bírósági Végrehajtói Felügyeleti Főosztály" w:value="Bírósági Végrehajtói Felügyeleti Főosztály"/>
      </w:dropDownList>
    </w:sdtPr>
    <w:sdtEndPr/>
    <w:sdtContent>
      <w:p w:rsidR="002C13FE" w:rsidRPr="00AA777F" w:rsidRDefault="00F66CB7" w:rsidP="00272309">
        <w:pPr>
          <w:pStyle w:val="lfej"/>
          <w:ind w:left="2694"/>
          <w:jc w:val="left"/>
          <w:rPr>
            <w:rFonts w:ascii="Segoe UI" w:hAnsi="Segoe UI" w:cs="David CLM"/>
            <w:color w:val="00234F"/>
            <w:sz w:val="20"/>
            <w:szCs w:val="20"/>
          </w:rPr>
        </w:pPr>
        <w:r>
          <w:rPr>
            <w:rFonts w:ascii="Segoe UI" w:hAnsi="Segoe UI" w:cs="David CLM"/>
            <w:color w:val="00234F"/>
            <w:sz w:val="20"/>
            <w:szCs w:val="20"/>
          </w:rPr>
          <w:t>Felszámolói Névjegyzéket Vezető Főosztály</w:t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722C" w:rsidRPr="00C41D50" w:rsidRDefault="0036722C" w:rsidP="00101C11">
    <w:pPr>
      <w:pStyle w:val="lfej"/>
      <w:tabs>
        <w:tab w:val="clear" w:pos="4536"/>
        <w:tab w:val="center" w:pos="4535"/>
        <w:tab w:val="left" w:pos="7403"/>
      </w:tabs>
      <w:rPr>
        <w:rFonts w:cs="Times New Roman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8A7449"/>
    <w:multiLevelType w:val="multilevel"/>
    <w:tmpl w:val="CF4409E2"/>
    <w:lvl w:ilvl="0">
      <w:start w:val="1"/>
      <w:numFmt w:val="decimal"/>
      <w:pStyle w:val="Cmsor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Cmsor2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pStyle w:val="Cmsor3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0BF6443"/>
    <w:multiLevelType w:val="hybridMultilevel"/>
    <w:tmpl w:val="A3BCE41E"/>
    <w:lvl w:ilvl="0" w:tplc="177686C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34B301B9"/>
    <w:multiLevelType w:val="hybridMultilevel"/>
    <w:tmpl w:val="99F6E3F8"/>
    <w:lvl w:ilvl="0" w:tplc="040E000F">
      <w:start w:val="1"/>
      <w:numFmt w:val="decimal"/>
      <w:lvlText w:val="%1."/>
      <w:lvlJc w:val="left"/>
      <w:pPr>
        <w:ind w:left="862" w:hanging="360"/>
      </w:pPr>
    </w:lvl>
    <w:lvl w:ilvl="1" w:tplc="040E0019" w:tentative="1">
      <w:start w:val="1"/>
      <w:numFmt w:val="lowerLetter"/>
      <w:lvlText w:val="%2."/>
      <w:lvlJc w:val="left"/>
      <w:pPr>
        <w:ind w:left="1582" w:hanging="360"/>
      </w:pPr>
    </w:lvl>
    <w:lvl w:ilvl="2" w:tplc="040E001B" w:tentative="1">
      <w:start w:val="1"/>
      <w:numFmt w:val="lowerRoman"/>
      <w:lvlText w:val="%3."/>
      <w:lvlJc w:val="right"/>
      <w:pPr>
        <w:ind w:left="2302" w:hanging="180"/>
      </w:pPr>
    </w:lvl>
    <w:lvl w:ilvl="3" w:tplc="040E000F" w:tentative="1">
      <w:start w:val="1"/>
      <w:numFmt w:val="decimal"/>
      <w:lvlText w:val="%4."/>
      <w:lvlJc w:val="left"/>
      <w:pPr>
        <w:ind w:left="3022" w:hanging="360"/>
      </w:pPr>
    </w:lvl>
    <w:lvl w:ilvl="4" w:tplc="040E0019" w:tentative="1">
      <w:start w:val="1"/>
      <w:numFmt w:val="lowerLetter"/>
      <w:lvlText w:val="%5."/>
      <w:lvlJc w:val="left"/>
      <w:pPr>
        <w:ind w:left="3742" w:hanging="360"/>
      </w:pPr>
    </w:lvl>
    <w:lvl w:ilvl="5" w:tplc="040E001B" w:tentative="1">
      <w:start w:val="1"/>
      <w:numFmt w:val="lowerRoman"/>
      <w:lvlText w:val="%6."/>
      <w:lvlJc w:val="right"/>
      <w:pPr>
        <w:ind w:left="4462" w:hanging="180"/>
      </w:pPr>
    </w:lvl>
    <w:lvl w:ilvl="6" w:tplc="040E000F" w:tentative="1">
      <w:start w:val="1"/>
      <w:numFmt w:val="decimal"/>
      <w:lvlText w:val="%7."/>
      <w:lvlJc w:val="left"/>
      <w:pPr>
        <w:ind w:left="5182" w:hanging="360"/>
      </w:pPr>
    </w:lvl>
    <w:lvl w:ilvl="7" w:tplc="040E0019" w:tentative="1">
      <w:start w:val="1"/>
      <w:numFmt w:val="lowerLetter"/>
      <w:lvlText w:val="%8."/>
      <w:lvlJc w:val="left"/>
      <w:pPr>
        <w:ind w:left="5902" w:hanging="360"/>
      </w:pPr>
    </w:lvl>
    <w:lvl w:ilvl="8" w:tplc="040E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attachedTemplate r:id="rId1"/>
  <w:documentProtection w:edit="readOnly" w:enforcement="0"/>
  <w:defaultTabStop w:val="68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C11"/>
    <w:rsid w:val="000244DB"/>
    <w:rsid w:val="00024984"/>
    <w:rsid w:val="00030419"/>
    <w:rsid w:val="000312EA"/>
    <w:rsid w:val="00036C11"/>
    <w:rsid w:val="00041476"/>
    <w:rsid w:val="00042548"/>
    <w:rsid w:val="00056C71"/>
    <w:rsid w:val="000602DE"/>
    <w:rsid w:val="00063036"/>
    <w:rsid w:val="000709E6"/>
    <w:rsid w:val="000830F5"/>
    <w:rsid w:val="00094D26"/>
    <w:rsid w:val="00097195"/>
    <w:rsid w:val="000A483B"/>
    <w:rsid w:val="000B0B6F"/>
    <w:rsid w:val="000B66E7"/>
    <w:rsid w:val="000B6971"/>
    <w:rsid w:val="000C23DD"/>
    <w:rsid w:val="000C6EB6"/>
    <w:rsid w:val="000D08D6"/>
    <w:rsid w:val="000D2C33"/>
    <w:rsid w:val="000E0571"/>
    <w:rsid w:val="000E19F5"/>
    <w:rsid w:val="000E3FD4"/>
    <w:rsid w:val="000E41A4"/>
    <w:rsid w:val="000F74B6"/>
    <w:rsid w:val="00101C11"/>
    <w:rsid w:val="001179A0"/>
    <w:rsid w:val="00122D53"/>
    <w:rsid w:val="001240C9"/>
    <w:rsid w:val="00124F67"/>
    <w:rsid w:val="00127698"/>
    <w:rsid w:val="00133DBD"/>
    <w:rsid w:val="00134212"/>
    <w:rsid w:val="00143C76"/>
    <w:rsid w:val="00161D8B"/>
    <w:rsid w:val="0016376B"/>
    <w:rsid w:val="0017266A"/>
    <w:rsid w:val="00172B1D"/>
    <w:rsid w:val="0017501F"/>
    <w:rsid w:val="001926FA"/>
    <w:rsid w:val="001A3043"/>
    <w:rsid w:val="001A4E48"/>
    <w:rsid w:val="001B136E"/>
    <w:rsid w:val="001B42BA"/>
    <w:rsid w:val="001C0EA7"/>
    <w:rsid w:val="001C20AD"/>
    <w:rsid w:val="001C7E0D"/>
    <w:rsid w:val="001D09B8"/>
    <w:rsid w:val="001D1F2D"/>
    <w:rsid w:val="001D2585"/>
    <w:rsid w:val="001D6F8B"/>
    <w:rsid w:val="001D77D5"/>
    <w:rsid w:val="001D7B40"/>
    <w:rsid w:val="001E5C7C"/>
    <w:rsid w:val="001F6F97"/>
    <w:rsid w:val="00200B47"/>
    <w:rsid w:val="00202B3E"/>
    <w:rsid w:val="002060E1"/>
    <w:rsid w:val="002075C5"/>
    <w:rsid w:val="00210D03"/>
    <w:rsid w:val="00212CEC"/>
    <w:rsid w:val="002205F1"/>
    <w:rsid w:val="00233679"/>
    <w:rsid w:val="00233936"/>
    <w:rsid w:val="00233B2E"/>
    <w:rsid w:val="002340E6"/>
    <w:rsid w:val="0024596E"/>
    <w:rsid w:val="00257AC0"/>
    <w:rsid w:val="00261FEE"/>
    <w:rsid w:val="002621F9"/>
    <w:rsid w:val="00272309"/>
    <w:rsid w:val="002864E7"/>
    <w:rsid w:val="002906CD"/>
    <w:rsid w:val="00294744"/>
    <w:rsid w:val="00295CC9"/>
    <w:rsid w:val="00296130"/>
    <w:rsid w:val="002A2A91"/>
    <w:rsid w:val="002A52F1"/>
    <w:rsid w:val="002B500F"/>
    <w:rsid w:val="002C13FE"/>
    <w:rsid w:val="002C4EEC"/>
    <w:rsid w:val="002D4207"/>
    <w:rsid w:val="002D61F1"/>
    <w:rsid w:val="002D72FF"/>
    <w:rsid w:val="002E4440"/>
    <w:rsid w:val="002E46D3"/>
    <w:rsid w:val="002F6826"/>
    <w:rsid w:val="00311902"/>
    <w:rsid w:val="00311C3D"/>
    <w:rsid w:val="00320D7A"/>
    <w:rsid w:val="00325406"/>
    <w:rsid w:val="0033148F"/>
    <w:rsid w:val="00341BCA"/>
    <w:rsid w:val="00364D4F"/>
    <w:rsid w:val="0036519F"/>
    <w:rsid w:val="00366AA4"/>
    <w:rsid w:val="00366DB8"/>
    <w:rsid w:val="0036722C"/>
    <w:rsid w:val="00380B1F"/>
    <w:rsid w:val="0038250D"/>
    <w:rsid w:val="00393B5B"/>
    <w:rsid w:val="003B05F4"/>
    <w:rsid w:val="003B0AA9"/>
    <w:rsid w:val="003D509E"/>
    <w:rsid w:val="003E68AC"/>
    <w:rsid w:val="003E77A7"/>
    <w:rsid w:val="0043138B"/>
    <w:rsid w:val="00434E11"/>
    <w:rsid w:val="00435492"/>
    <w:rsid w:val="004357FA"/>
    <w:rsid w:val="00445F70"/>
    <w:rsid w:val="00446FD5"/>
    <w:rsid w:val="00447D5F"/>
    <w:rsid w:val="0047012C"/>
    <w:rsid w:val="00473940"/>
    <w:rsid w:val="00474AB2"/>
    <w:rsid w:val="00475509"/>
    <w:rsid w:val="00476B3D"/>
    <w:rsid w:val="004776A4"/>
    <w:rsid w:val="00477D48"/>
    <w:rsid w:val="00483F40"/>
    <w:rsid w:val="00490CB3"/>
    <w:rsid w:val="004A0442"/>
    <w:rsid w:val="004A0905"/>
    <w:rsid w:val="004A2AEC"/>
    <w:rsid w:val="004A3EB5"/>
    <w:rsid w:val="004C668D"/>
    <w:rsid w:val="004E02FB"/>
    <w:rsid w:val="004E1912"/>
    <w:rsid w:val="004E4E8E"/>
    <w:rsid w:val="004E5F93"/>
    <w:rsid w:val="004E7F88"/>
    <w:rsid w:val="004F00B9"/>
    <w:rsid w:val="004F3475"/>
    <w:rsid w:val="004F37D6"/>
    <w:rsid w:val="004F4A6E"/>
    <w:rsid w:val="004F4DAD"/>
    <w:rsid w:val="004F690C"/>
    <w:rsid w:val="005013C7"/>
    <w:rsid w:val="00505F8F"/>
    <w:rsid w:val="005209FF"/>
    <w:rsid w:val="0052125A"/>
    <w:rsid w:val="0052288E"/>
    <w:rsid w:val="0054057E"/>
    <w:rsid w:val="00552D3E"/>
    <w:rsid w:val="005551C1"/>
    <w:rsid w:val="00560817"/>
    <w:rsid w:val="00561371"/>
    <w:rsid w:val="0057214A"/>
    <w:rsid w:val="00573AE7"/>
    <w:rsid w:val="00575C71"/>
    <w:rsid w:val="00576188"/>
    <w:rsid w:val="005801CF"/>
    <w:rsid w:val="00583998"/>
    <w:rsid w:val="00584786"/>
    <w:rsid w:val="0058524F"/>
    <w:rsid w:val="00590F27"/>
    <w:rsid w:val="005A2B40"/>
    <w:rsid w:val="005C3FC0"/>
    <w:rsid w:val="005C6733"/>
    <w:rsid w:val="005C7123"/>
    <w:rsid w:val="005D2E44"/>
    <w:rsid w:val="005D5EFF"/>
    <w:rsid w:val="005D63ED"/>
    <w:rsid w:val="005E552D"/>
    <w:rsid w:val="005F7E56"/>
    <w:rsid w:val="0061099B"/>
    <w:rsid w:val="00621029"/>
    <w:rsid w:val="00621B27"/>
    <w:rsid w:val="00633A0B"/>
    <w:rsid w:val="00644E7F"/>
    <w:rsid w:val="00647FE5"/>
    <w:rsid w:val="00653606"/>
    <w:rsid w:val="00655AB3"/>
    <w:rsid w:val="00662BFB"/>
    <w:rsid w:val="006717CE"/>
    <w:rsid w:val="00674298"/>
    <w:rsid w:val="00692CD3"/>
    <w:rsid w:val="00694924"/>
    <w:rsid w:val="006961F8"/>
    <w:rsid w:val="006A335C"/>
    <w:rsid w:val="006A4AA5"/>
    <w:rsid w:val="006A5DC3"/>
    <w:rsid w:val="006A72DE"/>
    <w:rsid w:val="006B6A35"/>
    <w:rsid w:val="006C0C97"/>
    <w:rsid w:val="006D7A81"/>
    <w:rsid w:val="006E19E2"/>
    <w:rsid w:val="00704301"/>
    <w:rsid w:val="007046F7"/>
    <w:rsid w:val="00720C17"/>
    <w:rsid w:val="0072173B"/>
    <w:rsid w:val="00726228"/>
    <w:rsid w:val="00730F8E"/>
    <w:rsid w:val="00731E3B"/>
    <w:rsid w:val="00731FF0"/>
    <w:rsid w:val="0075000E"/>
    <w:rsid w:val="00755FD7"/>
    <w:rsid w:val="00756E0B"/>
    <w:rsid w:val="00757AFB"/>
    <w:rsid w:val="007623FC"/>
    <w:rsid w:val="00762F2A"/>
    <w:rsid w:val="00766714"/>
    <w:rsid w:val="00786D39"/>
    <w:rsid w:val="007A1E3E"/>
    <w:rsid w:val="007B5DF3"/>
    <w:rsid w:val="007C141A"/>
    <w:rsid w:val="007C3650"/>
    <w:rsid w:val="007C373F"/>
    <w:rsid w:val="007D4092"/>
    <w:rsid w:val="007D555E"/>
    <w:rsid w:val="007E5BE2"/>
    <w:rsid w:val="007F19A1"/>
    <w:rsid w:val="007F30E9"/>
    <w:rsid w:val="007F5F0F"/>
    <w:rsid w:val="00801299"/>
    <w:rsid w:val="00802962"/>
    <w:rsid w:val="00803C15"/>
    <w:rsid w:val="00804CF4"/>
    <w:rsid w:val="00804FE8"/>
    <w:rsid w:val="00811881"/>
    <w:rsid w:val="0081468E"/>
    <w:rsid w:val="00814D8B"/>
    <w:rsid w:val="00815C72"/>
    <w:rsid w:val="00815FE8"/>
    <w:rsid w:val="00816EC4"/>
    <w:rsid w:val="00817B75"/>
    <w:rsid w:val="00817EBB"/>
    <w:rsid w:val="00831033"/>
    <w:rsid w:val="00842C11"/>
    <w:rsid w:val="00843C52"/>
    <w:rsid w:val="00844B04"/>
    <w:rsid w:val="0085045D"/>
    <w:rsid w:val="008624E0"/>
    <w:rsid w:val="008628CF"/>
    <w:rsid w:val="00885296"/>
    <w:rsid w:val="008862DB"/>
    <w:rsid w:val="008925B0"/>
    <w:rsid w:val="008925BE"/>
    <w:rsid w:val="008B01CE"/>
    <w:rsid w:val="008B3602"/>
    <w:rsid w:val="008C13ED"/>
    <w:rsid w:val="008C2B3A"/>
    <w:rsid w:val="008C4B9F"/>
    <w:rsid w:val="008D0ADD"/>
    <w:rsid w:val="008D118A"/>
    <w:rsid w:val="008D1300"/>
    <w:rsid w:val="008D1864"/>
    <w:rsid w:val="008D1C58"/>
    <w:rsid w:val="008D3E47"/>
    <w:rsid w:val="008D40C8"/>
    <w:rsid w:val="008D55ED"/>
    <w:rsid w:val="008E1A8C"/>
    <w:rsid w:val="008F0AFF"/>
    <w:rsid w:val="008F1356"/>
    <w:rsid w:val="008F5C3C"/>
    <w:rsid w:val="0090017C"/>
    <w:rsid w:val="00900924"/>
    <w:rsid w:val="009110D0"/>
    <w:rsid w:val="00914C4B"/>
    <w:rsid w:val="00917443"/>
    <w:rsid w:val="0091751F"/>
    <w:rsid w:val="00917768"/>
    <w:rsid w:val="00926231"/>
    <w:rsid w:val="00926C67"/>
    <w:rsid w:val="00952075"/>
    <w:rsid w:val="009553E0"/>
    <w:rsid w:val="00956026"/>
    <w:rsid w:val="00965B4D"/>
    <w:rsid w:val="009740D7"/>
    <w:rsid w:val="00981AE4"/>
    <w:rsid w:val="00984BB3"/>
    <w:rsid w:val="00990B93"/>
    <w:rsid w:val="009959D4"/>
    <w:rsid w:val="009A480B"/>
    <w:rsid w:val="009B52C3"/>
    <w:rsid w:val="009B7137"/>
    <w:rsid w:val="009C5B65"/>
    <w:rsid w:val="009C5CB4"/>
    <w:rsid w:val="009E102A"/>
    <w:rsid w:val="009E1657"/>
    <w:rsid w:val="009E36EA"/>
    <w:rsid w:val="009F0ABE"/>
    <w:rsid w:val="009F1196"/>
    <w:rsid w:val="009F5088"/>
    <w:rsid w:val="00A10A02"/>
    <w:rsid w:val="00A12D98"/>
    <w:rsid w:val="00A14309"/>
    <w:rsid w:val="00A16FEA"/>
    <w:rsid w:val="00A222C5"/>
    <w:rsid w:val="00A22FD2"/>
    <w:rsid w:val="00A326FF"/>
    <w:rsid w:val="00A32FDE"/>
    <w:rsid w:val="00A35D7C"/>
    <w:rsid w:val="00A44E1F"/>
    <w:rsid w:val="00A458DE"/>
    <w:rsid w:val="00A54047"/>
    <w:rsid w:val="00A65801"/>
    <w:rsid w:val="00A66A8E"/>
    <w:rsid w:val="00A718FD"/>
    <w:rsid w:val="00A71DB4"/>
    <w:rsid w:val="00A7399C"/>
    <w:rsid w:val="00A75B05"/>
    <w:rsid w:val="00A85DFD"/>
    <w:rsid w:val="00A87277"/>
    <w:rsid w:val="00A95C74"/>
    <w:rsid w:val="00AA0C44"/>
    <w:rsid w:val="00AA5C36"/>
    <w:rsid w:val="00AA6F2F"/>
    <w:rsid w:val="00AA777F"/>
    <w:rsid w:val="00AB77D5"/>
    <w:rsid w:val="00AC266D"/>
    <w:rsid w:val="00AC3B1F"/>
    <w:rsid w:val="00AD333B"/>
    <w:rsid w:val="00AF2EE7"/>
    <w:rsid w:val="00AF4A81"/>
    <w:rsid w:val="00AF6597"/>
    <w:rsid w:val="00B02B16"/>
    <w:rsid w:val="00B0760C"/>
    <w:rsid w:val="00B24792"/>
    <w:rsid w:val="00B30517"/>
    <w:rsid w:val="00B559A9"/>
    <w:rsid w:val="00B647F1"/>
    <w:rsid w:val="00B7129B"/>
    <w:rsid w:val="00B7549B"/>
    <w:rsid w:val="00B7664B"/>
    <w:rsid w:val="00B83D20"/>
    <w:rsid w:val="00B869DA"/>
    <w:rsid w:val="00B86FDB"/>
    <w:rsid w:val="00B878BD"/>
    <w:rsid w:val="00B9244A"/>
    <w:rsid w:val="00B9750D"/>
    <w:rsid w:val="00BA1FBC"/>
    <w:rsid w:val="00BA57C0"/>
    <w:rsid w:val="00BB0F1B"/>
    <w:rsid w:val="00BB336F"/>
    <w:rsid w:val="00BB3BD7"/>
    <w:rsid w:val="00BB6CD9"/>
    <w:rsid w:val="00BB70FE"/>
    <w:rsid w:val="00BB7A6A"/>
    <w:rsid w:val="00BC146C"/>
    <w:rsid w:val="00BC6B01"/>
    <w:rsid w:val="00BD0542"/>
    <w:rsid w:val="00BD391F"/>
    <w:rsid w:val="00BD476B"/>
    <w:rsid w:val="00BD7DEF"/>
    <w:rsid w:val="00BE25FD"/>
    <w:rsid w:val="00C004EA"/>
    <w:rsid w:val="00C124FB"/>
    <w:rsid w:val="00C178EA"/>
    <w:rsid w:val="00C21592"/>
    <w:rsid w:val="00C21759"/>
    <w:rsid w:val="00C24E50"/>
    <w:rsid w:val="00C25C59"/>
    <w:rsid w:val="00C30C1B"/>
    <w:rsid w:val="00C31331"/>
    <w:rsid w:val="00C32B0D"/>
    <w:rsid w:val="00C406A4"/>
    <w:rsid w:val="00C411F4"/>
    <w:rsid w:val="00C41D50"/>
    <w:rsid w:val="00C54692"/>
    <w:rsid w:val="00C60B53"/>
    <w:rsid w:val="00C60CA3"/>
    <w:rsid w:val="00C73EB3"/>
    <w:rsid w:val="00C74062"/>
    <w:rsid w:val="00C77C17"/>
    <w:rsid w:val="00C81FA4"/>
    <w:rsid w:val="00C8563D"/>
    <w:rsid w:val="00C928FA"/>
    <w:rsid w:val="00C93336"/>
    <w:rsid w:val="00C949DB"/>
    <w:rsid w:val="00C95111"/>
    <w:rsid w:val="00CA2F84"/>
    <w:rsid w:val="00CA7254"/>
    <w:rsid w:val="00CA7C29"/>
    <w:rsid w:val="00CB1F36"/>
    <w:rsid w:val="00CB7160"/>
    <w:rsid w:val="00CD3A2E"/>
    <w:rsid w:val="00CD3A5B"/>
    <w:rsid w:val="00CD4022"/>
    <w:rsid w:val="00CD6A5A"/>
    <w:rsid w:val="00CE3F3A"/>
    <w:rsid w:val="00CE4DD6"/>
    <w:rsid w:val="00CE6EF3"/>
    <w:rsid w:val="00CF33CA"/>
    <w:rsid w:val="00CF4F45"/>
    <w:rsid w:val="00D04270"/>
    <w:rsid w:val="00D04355"/>
    <w:rsid w:val="00D157C9"/>
    <w:rsid w:val="00D16CE3"/>
    <w:rsid w:val="00D17B3B"/>
    <w:rsid w:val="00D24149"/>
    <w:rsid w:val="00D254F5"/>
    <w:rsid w:val="00D3413D"/>
    <w:rsid w:val="00D3555C"/>
    <w:rsid w:val="00D43ACC"/>
    <w:rsid w:val="00D46C31"/>
    <w:rsid w:val="00D5779D"/>
    <w:rsid w:val="00D6208C"/>
    <w:rsid w:val="00D7472F"/>
    <w:rsid w:val="00D80CE7"/>
    <w:rsid w:val="00D87C39"/>
    <w:rsid w:val="00D94834"/>
    <w:rsid w:val="00DA3190"/>
    <w:rsid w:val="00DA3C44"/>
    <w:rsid w:val="00DA6460"/>
    <w:rsid w:val="00DB0197"/>
    <w:rsid w:val="00DB3FD5"/>
    <w:rsid w:val="00DB5739"/>
    <w:rsid w:val="00DB73F5"/>
    <w:rsid w:val="00DD5C23"/>
    <w:rsid w:val="00DD734D"/>
    <w:rsid w:val="00DE0255"/>
    <w:rsid w:val="00DE195C"/>
    <w:rsid w:val="00DE5E51"/>
    <w:rsid w:val="00DE6D2B"/>
    <w:rsid w:val="00DF06F1"/>
    <w:rsid w:val="00DF0DB8"/>
    <w:rsid w:val="00E00B3A"/>
    <w:rsid w:val="00E12A7C"/>
    <w:rsid w:val="00E150C7"/>
    <w:rsid w:val="00E2048A"/>
    <w:rsid w:val="00E20518"/>
    <w:rsid w:val="00E210AC"/>
    <w:rsid w:val="00E216F8"/>
    <w:rsid w:val="00E25237"/>
    <w:rsid w:val="00E31F94"/>
    <w:rsid w:val="00E41FB1"/>
    <w:rsid w:val="00E43205"/>
    <w:rsid w:val="00E50671"/>
    <w:rsid w:val="00E51733"/>
    <w:rsid w:val="00E547B0"/>
    <w:rsid w:val="00E55FEF"/>
    <w:rsid w:val="00E64DC1"/>
    <w:rsid w:val="00E71588"/>
    <w:rsid w:val="00E72BF0"/>
    <w:rsid w:val="00E72DAB"/>
    <w:rsid w:val="00E87A88"/>
    <w:rsid w:val="00E9584A"/>
    <w:rsid w:val="00EB039C"/>
    <w:rsid w:val="00EB05A4"/>
    <w:rsid w:val="00EC3248"/>
    <w:rsid w:val="00ED1C0E"/>
    <w:rsid w:val="00ED3F22"/>
    <w:rsid w:val="00EE321D"/>
    <w:rsid w:val="00EF0A5E"/>
    <w:rsid w:val="00EF1855"/>
    <w:rsid w:val="00EF3E6C"/>
    <w:rsid w:val="00F06D27"/>
    <w:rsid w:val="00F17D46"/>
    <w:rsid w:val="00F2076C"/>
    <w:rsid w:val="00F23173"/>
    <w:rsid w:val="00F3052E"/>
    <w:rsid w:val="00F32C46"/>
    <w:rsid w:val="00F34A01"/>
    <w:rsid w:val="00F35692"/>
    <w:rsid w:val="00F36052"/>
    <w:rsid w:val="00F4093A"/>
    <w:rsid w:val="00F41A42"/>
    <w:rsid w:val="00F50DF4"/>
    <w:rsid w:val="00F66CB7"/>
    <w:rsid w:val="00F7097D"/>
    <w:rsid w:val="00F72C7E"/>
    <w:rsid w:val="00F75124"/>
    <w:rsid w:val="00F77B71"/>
    <w:rsid w:val="00F82BA9"/>
    <w:rsid w:val="00F83B1B"/>
    <w:rsid w:val="00F84C03"/>
    <w:rsid w:val="00F85246"/>
    <w:rsid w:val="00F92AC1"/>
    <w:rsid w:val="00FA6AF1"/>
    <w:rsid w:val="00FB5D75"/>
    <w:rsid w:val="00FC0234"/>
    <w:rsid w:val="00FC1776"/>
    <w:rsid w:val="00FD5764"/>
    <w:rsid w:val="00FE3467"/>
    <w:rsid w:val="00FF0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30"/>
  <w15:docId w15:val="{9ADC6491-6596-42B3-8BAB-EA27153E0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17B75"/>
    <w:pPr>
      <w:spacing w:line="276" w:lineRule="auto"/>
      <w:jc w:val="both"/>
    </w:pPr>
    <w:rPr>
      <w:rFonts w:ascii="Times New Roman" w:hAnsi="Times New Roman" w:cstheme="minorHAnsi"/>
    </w:rPr>
  </w:style>
  <w:style w:type="paragraph" w:styleId="Cmsor1">
    <w:name w:val="heading 1"/>
    <w:basedOn w:val="Norml"/>
    <w:next w:val="Norml"/>
    <w:link w:val="Cmsor1Char"/>
    <w:autoRedefine/>
    <w:uiPriority w:val="9"/>
    <w:qFormat/>
    <w:rsid w:val="009C5B65"/>
    <w:pPr>
      <w:keepNext/>
      <w:keepLines/>
      <w:numPr>
        <w:numId w:val="1"/>
      </w:numPr>
      <w:spacing w:before="240" w:after="0"/>
      <w:ind w:left="567" w:hanging="567"/>
      <w:outlineLvl w:val="0"/>
    </w:pPr>
    <w:rPr>
      <w:rFonts w:eastAsiaTheme="majorEastAsia" w:cstheme="majorBidi"/>
      <w:sz w:val="32"/>
      <w:szCs w:val="32"/>
    </w:rPr>
  </w:style>
  <w:style w:type="paragraph" w:styleId="Cmsor2">
    <w:name w:val="heading 2"/>
    <w:basedOn w:val="Norml"/>
    <w:next w:val="Norml"/>
    <w:link w:val="Cmsor2Char"/>
    <w:autoRedefine/>
    <w:uiPriority w:val="9"/>
    <w:unhideWhenUsed/>
    <w:qFormat/>
    <w:rsid w:val="009C5B65"/>
    <w:pPr>
      <w:keepNext/>
      <w:keepLines/>
      <w:numPr>
        <w:ilvl w:val="1"/>
        <w:numId w:val="1"/>
      </w:numPr>
      <w:spacing w:before="40" w:after="0"/>
      <w:ind w:left="709" w:hanging="709"/>
      <w:outlineLvl w:val="1"/>
    </w:pPr>
    <w:rPr>
      <w:rFonts w:eastAsiaTheme="majorEastAsia" w:cstheme="majorBidi"/>
      <w:sz w:val="26"/>
      <w:szCs w:val="26"/>
    </w:rPr>
  </w:style>
  <w:style w:type="paragraph" w:styleId="Cmsor3">
    <w:name w:val="heading 3"/>
    <w:basedOn w:val="Norml"/>
    <w:next w:val="Norml"/>
    <w:link w:val="Cmsor3Char"/>
    <w:autoRedefine/>
    <w:uiPriority w:val="9"/>
    <w:unhideWhenUsed/>
    <w:qFormat/>
    <w:rsid w:val="009C5B65"/>
    <w:pPr>
      <w:keepNext/>
      <w:keepLines/>
      <w:numPr>
        <w:ilvl w:val="3"/>
        <w:numId w:val="1"/>
      </w:numPr>
      <w:spacing w:before="40" w:after="0"/>
      <w:ind w:left="993" w:hanging="993"/>
      <w:outlineLvl w:val="2"/>
    </w:pPr>
    <w:rPr>
      <w:rFonts w:eastAsiaTheme="majorEastAsia" w:cstheme="majorBidi"/>
      <w:sz w:val="24"/>
      <w:szCs w:val="24"/>
    </w:rPr>
  </w:style>
  <w:style w:type="paragraph" w:styleId="Cmsor4">
    <w:name w:val="heading 4"/>
    <w:basedOn w:val="Norml"/>
    <w:next w:val="Norml"/>
    <w:link w:val="Cmsor4Char"/>
    <w:autoRedefine/>
    <w:uiPriority w:val="9"/>
    <w:unhideWhenUsed/>
    <w:qFormat/>
    <w:rsid w:val="009C5B65"/>
    <w:pPr>
      <w:keepNext/>
      <w:keepLines/>
      <w:spacing w:before="40" w:after="0"/>
      <w:outlineLvl w:val="3"/>
    </w:pPr>
    <w:rPr>
      <w:rFonts w:eastAsiaTheme="majorEastAsia" w:cstheme="majorBidi"/>
      <w:iCs/>
    </w:rPr>
  </w:style>
  <w:style w:type="paragraph" w:styleId="Cmsor5">
    <w:name w:val="heading 5"/>
    <w:basedOn w:val="Norml"/>
    <w:next w:val="Norml"/>
    <w:link w:val="Cmsor5Char"/>
    <w:autoRedefine/>
    <w:uiPriority w:val="9"/>
    <w:unhideWhenUsed/>
    <w:qFormat/>
    <w:rsid w:val="009C5B65"/>
    <w:pPr>
      <w:keepNext/>
      <w:keepLines/>
      <w:spacing w:before="40" w:after="0"/>
      <w:outlineLvl w:val="4"/>
    </w:pPr>
    <w:rPr>
      <w:rFonts w:eastAsiaTheme="majorEastAsia" w:cstheme="majorBid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8C4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C4B9F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815F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15FE8"/>
  </w:style>
  <w:style w:type="paragraph" w:styleId="llb">
    <w:name w:val="footer"/>
    <w:basedOn w:val="Norml"/>
    <w:link w:val="llbChar"/>
    <w:uiPriority w:val="99"/>
    <w:unhideWhenUsed/>
    <w:rsid w:val="00815F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15FE8"/>
  </w:style>
  <w:style w:type="table" w:styleId="Rcsostblzat">
    <w:name w:val="Table Grid"/>
    <w:basedOn w:val="Normltblzat"/>
    <w:uiPriority w:val="39"/>
    <w:rsid w:val="000971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semiHidden/>
    <w:unhideWhenUsed/>
    <w:rsid w:val="009E36EA"/>
    <w:pPr>
      <w:spacing w:before="100" w:beforeAutospacing="1" w:after="100" w:afterAutospacing="1" w:line="240" w:lineRule="auto"/>
    </w:pPr>
    <w:rPr>
      <w:rFonts w:eastAsiaTheme="minorEastAsia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C25C59"/>
    <w:rPr>
      <w:color w:val="0563C1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C25C59"/>
    <w:rPr>
      <w:color w:val="605E5C"/>
      <w:shd w:val="clear" w:color="auto" w:fill="E1DFDD"/>
    </w:rPr>
  </w:style>
  <w:style w:type="paragraph" w:styleId="Nincstrkz">
    <w:name w:val="No Spacing"/>
    <w:uiPriority w:val="1"/>
    <w:qFormat/>
    <w:rsid w:val="00817B75"/>
    <w:pPr>
      <w:spacing w:after="0" w:line="240" w:lineRule="auto"/>
      <w:jc w:val="both"/>
    </w:pPr>
    <w:rPr>
      <w:rFonts w:ascii="Times New Roman" w:hAnsi="Times New Roman" w:cstheme="minorHAnsi"/>
    </w:rPr>
  </w:style>
  <w:style w:type="character" w:customStyle="1" w:styleId="Cmsor1Char">
    <w:name w:val="Címsor 1 Char"/>
    <w:basedOn w:val="Bekezdsalapbettpusa"/>
    <w:link w:val="Cmsor1"/>
    <w:uiPriority w:val="9"/>
    <w:rsid w:val="009C5B65"/>
    <w:rPr>
      <w:rFonts w:ascii="Times New Roman" w:eastAsiaTheme="majorEastAsia" w:hAnsi="Times New Roman" w:cstheme="majorBidi"/>
      <w:sz w:val="32"/>
      <w:szCs w:val="32"/>
    </w:rPr>
  </w:style>
  <w:style w:type="paragraph" w:styleId="Listaszerbekezds">
    <w:name w:val="List Paragraph"/>
    <w:basedOn w:val="Norml"/>
    <w:uiPriority w:val="34"/>
    <w:qFormat/>
    <w:rsid w:val="00817B75"/>
    <w:pPr>
      <w:ind w:left="720"/>
      <w:contextualSpacing/>
    </w:pPr>
  </w:style>
  <w:style w:type="character" w:customStyle="1" w:styleId="Cmsor2Char">
    <w:name w:val="Címsor 2 Char"/>
    <w:basedOn w:val="Bekezdsalapbettpusa"/>
    <w:link w:val="Cmsor2"/>
    <w:uiPriority w:val="9"/>
    <w:rsid w:val="009C5B65"/>
    <w:rPr>
      <w:rFonts w:ascii="Times New Roman" w:eastAsiaTheme="majorEastAsia" w:hAnsi="Times New Roman" w:cstheme="majorBidi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9C5B65"/>
    <w:rPr>
      <w:rFonts w:ascii="Times New Roman" w:eastAsiaTheme="majorEastAsia" w:hAnsi="Times New Roman" w:cstheme="majorBidi"/>
      <w:sz w:val="24"/>
      <w:szCs w:val="24"/>
    </w:rPr>
  </w:style>
  <w:style w:type="paragraph" w:styleId="Cm">
    <w:name w:val="Title"/>
    <w:basedOn w:val="Norml"/>
    <w:next w:val="Norml"/>
    <w:link w:val="CmChar"/>
    <w:autoRedefine/>
    <w:uiPriority w:val="10"/>
    <w:qFormat/>
    <w:rsid w:val="00BD0542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BD0542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autoRedefine/>
    <w:uiPriority w:val="11"/>
    <w:qFormat/>
    <w:rsid w:val="00BD0542"/>
    <w:pPr>
      <w:numPr>
        <w:ilvl w:val="1"/>
      </w:numPr>
    </w:pPr>
    <w:rPr>
      <w:rFonts w:eastAsiaTheme="minorEastAsia" w:cstheme="minorBidi"/>
      <w:color w:val="5A5A5A" w:themeColor="text1" w:themeTint="A5"/>
      <w:spacing w:val="15"/>
    </w:rPr>
  </w:style>
  <w:style w:type="character" w:customStyle="1" w:styleId="AlcmChar">
    <w:name w:val="Alcím Char"/>
    <w:basedOn w:val="Bekezdsalapbettpusa"/>
    <w:link w:val="Alcm"/>
    <w:uiPriority w:val="11"/>
    <w:rsid w:val="00BD0542"/>
    <w:rPr>
      <w:rFonts w:ascii="Times New Roman" w:eastAsiaTheme="minorEastAsia" w:hAnsi="Times New Roman"/>
      <w:color w:val="5A5A5A" w:themeColor="text1" w:themeTint="A5"/>
      <w:spacing w:val="15"/>
    </w:rPr>
  </w:style>
  <w:style w:type="character" w:styleId="Finomkiemels">
    <w:name w:val="Subtle Emphasis"/>
    <w:basedOn w:val="Bekezdsalapbettpusa"/>
    <w:uiPriority w:val="19"/>
    <w:qFormat/>
    <w:rsid w:val="00BD0542"/>
    <w:rPr>
      <w:rFonts w:ascii="Times New Roman" w:hAnsi="Times New Roman"/>
      <w:i/>
      <w:iCs/>
      <w:color w:val="404040" w:themeColor="text1" w:themeTint="BF"/>
      <w:sz w:val="24"/>
    </w:rPr>
  </w:style>
  <w:style w:type="character" w:styleId="Kiemels">
    <w:name w:val="Emphasis"/>
    <w:basedOn w:val="Bekezdsalapbettpusa"/>
    <w:uiPriority w:val="20"/>
    <w:qFormat/>
    <w:rsid w:val="00BD0542"/>
    <w:rPr>
      <w:rFonts w:ascii="Times New Roman" w:hAnsi="Times New Roman"/>
      <w:i/>
      <w:iCs/>
    </w:rPr>
  </w:style>
  <w:style w:type="character" w:styleId="Erskiemels">
    <w:name w:val="Intense Emphasis"/>
    <w:basedOn w:val="Bekezdsalapbettpusa"/>
    <w:uiPriority w:val="21"/>
    <w:qFormat/>
    <w:rsid w:val="009C5B65"/>
    <w:rPr>
      <w:rFonts w:ascii="Times New Roman" w:hAnsi="Times New Roman"/>
      <w:b/>
      <w:i/>
      <w:iCs/>
      <w:color w:val="auto"/>
      <w:sz w:val="22"/>
    </w:rPr>
  </w:style>
  <w:style w:type="character" w:styleId="Kiemels2">
    <w:name w:val="Strong"/>
    <w:basedOn w:val="Bekezdsalapbettpusa"/>
    <w:uiPriority w:val="22"/>
    <w:qFormat/>
    <w:rsid w:val="00BD0542"/>
    <w:rPr>
      <w:rFonts w:ascii="Times New Roman" w:hAnsi="Times New Roman"/>
      <w:b/>
      <w:bCs/>
      <w:color w:val="auto"/>
      <w:sz w:val="22"/>
    </w:rPr>
  </w:style>
  <w:style w:type="paragraph" w:styleId="Idzet">
    <w:name w:val="Quote"/>
    <w:basedOn w:val="Norml"/>
    <w:next w:val="Norml"/>
    <w:link w:val="IdzetChar"/>
    <w:uiPriority w:val="29"/>
    <w:qFormat/>
    <w:rsid w:val="00BD0542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BD0542"/>
    <w:rPr>
      <w:rFonts w:ascii="Times New Roman" w:hAnsi="Times New Roman" w:cstheme="minorHAnsi"/>
      <w:i/>
      <w:iCs/>
      <w:color w:val="404040" w:themeColor="text1" w:themeTint="BF"/>
    </w:rPr>
  </w:style>
  <w:style w:type="paragraph" w:styleId="Kiemeltidzet">
    <w:name w:val="Intense Quote"/>
    <w:basedOn w:val="Norml"/>
    <w:next w:val="Norml"/>
    <w:link w:val="KiemeltidzetChar"/>
    <w:autoRedefine/>
    <w:uiPriority w:val="30"/>
    <w:qFormat/>
    <w:rsid w:val="009C5B65"/>
    <w:pPr>
      <w:pBdr>
        <w:top w:val="single" w:sz="4" w:space="10" w:color="auto"/>
        <w:bottom w:val="single" w:sz="4" w:space="10" w:color="auto"/>
      </w:pBdr>
      <w:spacing w:before="360" w:after="360"/>
      <w:ind w:left="862" w:right="862"/>
      <w:jc w:val="center"/>
    </w:pPr>
    <w:rPr>
      <w:i/>
      <w:iCs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9C5B65"/>
    <w:rPr>
      <w:rFonts w:ascii="Times New Roman" w:hAnsi="Times New Roman" w:cstheme="minorHAnsi"/>
      <w:i/>
      <w:iCs/>
    </w:rPr>
  </w:style>
  <w:style w:type="character" w:customStyle="1" w:styleId="Cmsor4Char">
    <w:name w:val="Címsor 4 Char"/>
    <w:basedOn w:val="Bekezdsalapbettpusa"/>
    <w:link w:val="Cmsor4"/>
    <w:uiPriority w:val="9"/>
    <w:rsid w:val="009C5B65"/>
    <w:rPr>
      <w:rFonts w:ascii="Times New Roman" w:eastAsiaTheme="majorEastAsia" w:hAnsi="Times New Roman" w:cstheme="majorBidi"/>
      <w:iCs/>
    </w:rPr>
  </w:style>
  <w:style w:type="character" w:customStyle="1" w:styleId="Cmsor5Char">
    <w:name w:val="Címsor 5 Char"/>
    <w:basedOn w:val="Bekezdsalapbettpusa"/>
    <w:link w:val="Cmsor5"/>
    <w:uiPriority w:val="9"/>
    <w:rsid w:val="009C5B65"/>
    <w:rPr>
      <w:rFonts w:ascii="Times New Roman" w:eastAsiaTheme="majorEastAsia" w:hAnsi="Times New Roman" w:cstheme="majorBidi"/>
    </w:rPr>
  </w:style>
  <w:style w:type="paragraph" w:styleId="Tartalomjegyzkcmsora">
    <w:name w:val="TOC Heading"/>
    <w:basedOn w:val="Cmsor1"/>
    <w:next w:val="Norml"/>
    <w:autoRedefine/>
    <w:uiPriority w:val="39"/>
    <w:unhideWhenUsed/>
    <w:qFormat/>
    <w:rsid w:val="008D40C8"/>
    <w:pPr>
      <w:numPr>
        <w:numId w:val="0"/>
      </w:numPr>
      <w:spacing w:line="259" w:lineRule="auto"/>
      <w:jc w:val="left"/>
      <w:outlineLvl w:val="9"/>
    </w:pPr>
    <w:rPr>
      <w:lang w:eastAsia="hu-HU"/>
    </w:rPr>
  </w:style>
  <w:style w:type="paragraph" w:styleId="TJ1">
    <w:name w:val="toc 1"/>
    <w:basedOn w:val="Norml"/>
    <w:next w:val="Norml"/>
    <w:autoRedefine/>
    <w:uiPriority w:val="39"/>
    <w:unhideWhenUsed/>
    <w:rsid w:val="008D40C8"/>
    <w:pPr>
      <w:spacing w:after="100"/>
    </w:pPr>
  </w:style>
  <w:style w:type="paragraph" w:styleId="TJ2">
    <w:name w:val="toc 2"/>
    <w:basedOn w:val="Norml"/>
    <w:next w:val="Norml"/>
    <w:autoRedefine/>
    <w:uiPriority w:val="39"/>
    <w:unhideWhenUsed/>
    <w:rsid w:val="008D40C8"/>
    <w:pPr>
      <w:spacing w:after="100"/>
      <w:ind w:left="220"/>
    </w:pPr>
  </w:style>
  <w:style w:type="paragraph" w:styleId="TJ3">
    <w:name w:val="toc 3"/>
    <w:basedOn w:val="Norml"/>
    <w:next w:val="Norml"/>
    <w:autoRedefine/>
    <w:uiPriority w:val="39"/>
    <w:unhideWhenUsed/>
    <w:rsid w:val="008D40C8"/>
    <w:pPr>
      <w:spacing w:after="100"/>
      <w:ind w:left="440"/>
    </w:pPr>
  </w:style>
  <w:style w:type="character" w:styleId="Finomhivatkozs">
    <w:name w:val="Subtle Reference"/>
    <w:basedOn w:val="Bekezdsalapbettpusa"/>
    <w:uiPriority w:val="31"/>
    <w:qFormat/>
    <w:rsid w:val="008D40C8"/>
    <w:rPr>
      <w:rFonts w:ascii="Times New Roman" w:hAnsi="Times New Roman"/>
      <w:smallCaps/>
      <w:color w:val="5A5A5A" w:themeColor="text1" w:themeTint="A5"/>
      <w:sz w:val="22"/>
    </w:rPr>
  </w:style>
  <w:style w:type="character" w:styleId="Ershivatkozs">
    <w:name w:val="Intense Reference"/>
    <w:basedOn w:val="Bekezdsalapbettpusa"/>
    <w:uiPriority w:val="32"/>
    <w:qFormat/>
    <w:rsid w:val="009C5B65"/>
    <w:rPr>
      <w:rFonts w:ascii="Times New Roman" w:hAnsi="Times New Roman"/>
      <w:b/>
      <w:bCs/>
      <w:smallCaps/>
      <w:color w:val="auto"/>
      <w:spacing w:val="5"/>
      <w:sz w:val="22"/>
    </w:rPr>
  </w:style>
  <w:style w:type="character" w:styleId="Knyvcme">
    <w:name w:val="Book Title"/>
    <w:basedOn w:val="Bekezdsalapbettpusa"/>
    <w:uiPriority w:val="33"/>
    <w:qFormat/>
    <w:rsid w:val="008D40C8"/>
    <w:rPr>
      <w:rFonts w:ascii="Times New Roman" w:hAnsi="Times New Roman"/>
      <w:b/>
      <w:bCs/>
      <w:i/>
      <w:iCs/>
      <w:spacing w:val="5"/>
      <w:sz w:val="22"/>
    </w:rPr>
  </w:style>
  <w:style w:type="character" w:styleId="Helyrzszveg">
    <w:name w:val="Placeholder Text"/>
    <w:basedOn w:val="Bekezdsalapbettpusa"/>
    <w:uiPriority w:val="99"/>
    <w:semiHidden/>
    <w:rsid w:val="00C74062"/>
    <w:rPr>
      <w:color w:val="808080"/>
    </w:rPr>
  </w:style>
  <w:style w:type="paragraph" w:customStyle="1" w:styleId="Default">
    <w:name w:val="Default"/>
    <w:rsid w:val="00F66C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Vilgoslista6jellszn">
    <w:name w:val="Light List Accent 6"/>
    <w:basedOn w:val="Normltblzat"/>
    <w:uiPriority w:val="61"/>
    <w:rsid w:val="00F3052E"/>
    <w:pPr>
      <w:spacing w:after="0" w:line="240" w:lineRule="auto"/>
    </w:pPr>
    <w:tblPr>
      <w:tblStyleRowBandSize w:val="1"/>
      <w:tblStyleColBandSize w:val="1"/>
      <w:tblBorders>
        <w:top w:val="single" w:sz="8" w:space="0" w:color="009900" w:themeColor="accent6"/>
        <w:left w:val="single" w:sz="8" w:space="0" w:color="009900" w:themeColor="accent6"/>
        <w:bottom w:val="single" w:sz="8" w:space="0" w:color="009900" w:themeColor="accent6"/>
        <w:right w:val="single" w:sz="8" w:space="0" w:color="009900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9900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9900" w:themeColor="accent6"/>
          <w:left w:val="single" w:sz="8" w:space="0" w:color="009900" w:themeColor="accent6"/>
          <w:bottom w:val="single" w:sz="8" w:space="0" w:color="009900" w:themeColor="accent6"/>
          <w:right w:val="single" w:sz="8" w:space="0" w:color="00990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9900" w:themeColor="accent6"/>
          <w:left w:val="single" w:sz="8" w:space="0" w:color="009900" w:themeColor="accent6"/>
          <w:bottom w:val="single" w:sz="8" w:space="0" w:color="009900" w:themeColor="accent6"/>
          <w:right w:val="single" w:sz="8" w:space="0" w:color="009900" w:themeColor="accent6"/>
        </w:tcBorders>
      </w:tcPr>
    </w:tblStylePr>
    <w:tblStylePr w:type="band1Horz">
      <w:tblPr/>
      <w:tcPr>
        <w:tcBorders>
          <w:top w:val="single" w:sz="8" w:space="0" w:color="009900" w:themeColor="accent6"/>
          <w:left w:val="single" w:sz="8" w:space="0" w:color="009900" w:themeColor="accent6"/>
          <w:bottom w:val="single" w:sz="8" w:space="0" w:color="009900" w:themeColor="accent6"/>
          <w:right w:val="single" w:sz="8" w:space="0" w:color="009900" w:themeColor="accent6"/>
        </w:tcBorders>
      </w:tcPr>
    </w:tblStylePr>
  </w:style>
  <w:style w:type="paragraph" w:styleId="Szvegtrzs">
    <w:name w:val="Body Text"/>
    <w:basedOn w:val="Norml"/>
    <w:link w:val="SzvegtrzsChar"/>
    <w:rsid w:val="00F3052E"/>
    <w:pPr>
      <w:spacing w:after="0" w:line="240" w:lineRule="auto"/>
    </w:pPr>
    <w:rPr>
      <w:rFonts w:eastAsia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F3052E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877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ztfh.hu" TargetMode="External"/><Relationship Id="rId1" Type="http://schemas.openxmlformats.org/officeDocument/2006/relationships/hyperlink" Target="mailto:sztfh@sztfh.hu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iczhazineFM\Downloads\ICS-13A_Kozlemeny_nevjegyzekbol_torles%20(1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4ACEC019A6F420AB5948563071A4AF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79255D6-4F50-42A3-BEF8-2D2EF9971FBE}"/>
      </w:docPartPr>
      <w:docPartBody>
        <w:p w:rsidR="00000000" w:rsidRDefault="00DD5995">
          <w:pPr>
            <w:pStyle w:val="F4ACEC019A6F420AB5948563071A4AFB"/>
          </w:pPr>
          <w:r w:rsidRPr="00414988">
            <w:rPr>
              <w:rStyle w:val="Helyrzszveg"/>
            </w:rPr>
            <w:t>Dátum megadásához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avid CLM">
    <w:panose1 w:val="00000000000000000000"/>
    <w:charset w:val="B1"/>
    <w:family w:val="modern"/>
    <w:notTrueType/>
    <w:pitch w:val="variable"/>
    <w:sig w:usb0="80000843" w:usb1="50002842" w:usb2="00000000" w:usb3="00000000" w:csb0="0000002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Pr>
      <w:color w:val="808080"/>
    </w:rPr>
  </w:style>
  <w:style w:type="paragraph" w:customStyle="1" w:styleId="F4ACEC019A6F420AB5948563071A4AFB">
    <w:name w:val="F4ACEC019A6F420AB5948563071A4AF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SZF sém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5CB9"/>
      </a:accent1>
      <a:accent2>
        <a:srgbClr val="FF9900"/>
      </a:accent2>
      <a:accent3>
        <a:srgbClr val="33CCCC"/>
      </a:accent3>
      <a:accent4>
        <a:srgbClr val="99CC00"/>
      </a:accent4>
      <a:accent5>
        <a:srgbClr val="9966FF"/>
      </a:accent5>
      <a:accent6>
        <a:srgbClr val="009900"/>
      </a:accent6>
      <a:hlink>
        <a:srgbClr val="0563C1"/>
      </a:hlink>
      <a:folHlink>
        <a:srgbClr val="954F72"/>
      </a:folHlink>
    </a:clrScheme>
    <a:fontScheme name="SZF séma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8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F88CE42-82DE-41BE-8DCA-405F118A5947}">
  <we:reference id="wa104380140" version="1.0.0.0" store="hu-HU" storeType="OMEX"/>
  <we:alternateReferences>
    <we:reference id="WA104380140" version="1.0.0.0" store="WA104380140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elel_x0151_s xmlns="84fb8923-5257-4176-80e4-32a77703fd36" xsi:nil="true"/>
    <Helyettes xmlns="84fb8923-5257-4176-80e4-32a77703fd3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24240447F0E889458E222EB661F53269" ma:contentTypeVersion="3" ma:contentTypeDescription="Új dokumentum létrehozása." ma:contentTypeScope="" ma:versionID="91715deb28ece20d1f0549dd74278d71">
  <xsd:schema xmlns:xsd="http://www.w3.org/2001/XMLSchema" xmlns:xs="http://www.w3.org/2001/XMLSchema" xmlns:p="http://schemas.microsoft.com/office/2006/metadata/properties" xmlns:ns2="84fb8923-5257-4176-80e4-32a77703fd36" xmlns:ns3="812bb79a-54ae-427d-9f4b-d25dde7dea3c" targetNamespace="http://schemas.microsoft.com/office/2006/metadata/properties" ma:root="true" ma:fieldsID="b98a3158d5cb2a6082feb0274cb6c0a8" ns2:_="" ns3:_="">
    <xsd:import namespace="84fb8923-5257-4176-80e4-32a77703fd36"/>
    <xsd:import namespace="812bb79a-54ae-427d-9f4b-d25dde7dea3c"/>
    <xsd:element name="properties">
      <xsd:complexType>
        <xsd:sequence>
          <xsd:element name="documentManagement">
            <xsd:complexType>
              <xsd:all>
                <xsd:element ref="ns2:Felel_x0151_s" minOccurs="0"/>
                <xsd:element ref="ns2:Helyettes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b8923-5257-4176-80e4-32a77703fd36" elementFormDefault="qualified">
    <xsd:import namespace="http://schemas.microsoft.com/office/2006/documentManagement/types"/>
    <xsd:import namespace="http://schemas.microsoft.com/office/infopath/2007/PartnerControls"/>
    <xsd:element name="Felel_x0151_s" ma:index="8" nillable="true" ma:displayName="Felelős" ma:internalName="Felel_x0151_s">
      <xsd:simpleType>
        <xsd:restriction base="dms:Text">
          <xsd:maxLength value="255"/>
        </xsd:restriction>
      </xsd:simpleType>
    </xsd:element>
    <xsd:element name="Helyettes" ma:index="9" nillable="true" ma:displayName="Helyettes" ma:internalName="Helyette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2bb79a-54ae-427d-9f4b-d25dde7dea3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369145-449C-4DB0-9125-52732CCEBC79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www.w3.org/XML/1998/namespace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812bb79a-54ae-427d-9f4b-d25dde7dea3c"/>
    <ds:schemaRef ds:uri="84fb8923-5257-4176-80e4-32a77703fd36"/>
  </ds:schemaRefs>
</ds:datastoreItem>
</file>

<file path=customXml/itemProps2.xml><?xml version="1.0" encoding="utf-8"?>
<ds:datastoreItem xmlns:ds="http://schemas.openxmlformats.org/officeDocument/2006/customXml" ds:itemID="{09951246-7D64-4305-8B75-6437E6D432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DA016C-17DE-45A3-A95A-A5D750C7B5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b8923-5257-4176-80e4-32a77703fd36"/>
    <ds:schemaRef ds:uri="812bb79a-54ae-427d-9f4b-d25dde7dea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74CECF5-7D93-42E2-AA5E-45CD38030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ICS-13A_Kozlemeny_nevjegyzekbol_torles (1)</Template>
  <TotalTime>0</TotalTime>
  <Pages>1</Pages>
  <Words>86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Diczháziné Farkas Mónika</dc:creator>
  <cp:lastModifiedBy>Diczháziné Farkas Mónika</cp:lastModifiedBy>
  <cp:revision>3</cp:revision>
  <cp:lastPrinted>2022-06-03T09:33:00Z</cp:lastPrinted>
  <dcterms:created xsi:type="dcterms:W3CDTF">2022-11-08T09:24:00Z</dcterms:created>
  <dcterms:modified xsi:type="dcterms:W3CDTF">2022-11-08T09:24:00Z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0x01010024240447F0E889458E222EB661F53269</vt:lpwstr>
  </property>
</Properties>
</file>